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CE9A5" w14:textId="77777777" w:rsidR="008834F1" w:rsidRPr="00375574" w:rsidRDefault="008834F1" w:rsidP="00375574">
      <w:pPr>
        <w:rPr>
          <w:rFonts w:asciiTheme="minorHAnsi" w:hAnsiTheme="minorHAnsi" w:cstheme="minorHAnsi"/>
        </w:rPr>
      </w:pPr>
    </w:p>
    <w:sectPr w:rsidR="008834F1" w:rsidRPr="00375574" w:rsidSect="00375574">
      <w:headerReference w:type="default" r:id="rId6"/>
      <w:footerReference w:type="default" r:id="rId7"/>
      <w:headerReference w:type="first" r:id="rId8"/>
      <w:footerReference w:type="first" r:id="rId9"/>
      <w:pgSz w:w="12240" w:h="15840"/>
      <w:pgMar w:top="2333" w:right="720" w:bottom="862" w:left="720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945F65" w14:textId="77777777" w:rsidR="00A30F72" w:rsidRDefault="00A30F72">
      <w:r>
        <w:separator/>
      </w:r>
    </w:p>
  </w:endnote>
  <w:endnote w:type="continuationSeparator" w:id="0">
    <w:p w14:paraId="4D8A6FD4" w14:textId="77777777" w:rsidR="00A30F72" w:rsidRDefault="00A30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Pro-Light">
    <w:altName w:val="Myriad Pro Light"/>
    <w:panose1 w:val="020B0403030403020204"/>
    <w:charset w:val="4D"/>
    <w:family w:val="auto"/>
    <w:notTrueType/>
    <w:pitch w:val="default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D1653" w14:textId="77777777" w:rsidR="00000000" w:rsidRDefault="00822646" w:rsidP="00305661">
    <w:pPr>
      <w:pStyle w:val="Footer"/>
      <w:tabs>
        <w:tab w:val="clear" w:pos="4320"/>
        <w:tab w:val="clear" w:pos="8640"/>
        <w:tab w:val="left" w:pos="7536"/>
      </w:tabs>
    </w:pPr>
    <w:r>
      <w:rPr>
        <w:noProof/>
        <w:szCs w:val="20"/>
      </w:rPr>
      <w:softHyphen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78DDD" w14:textId="77777777" w:rsidR="008834F1" w:rsidRDefault="008834F1" w:rsidP="008834F1">
    <w:pPr>
      <w:pStyle w:val="Footer"/>
      <w:tabs>
        <w:tab w:val="clear" w:pos="4320"/>
        <w:tab w:val="clear" w:pos="8640"/>
        <w:tab w:val="left" w:pos="1247"/>
      </w:tabs>
    </w:pPr>
    <w:r>
      <w:rPr>
        <w:noProof/>
        <w:szCs w:val="20"/>
      </w:rPr>
      <w:drawing>
        <wp:anchor distT="0" distB="0" distL="114300" distR="114300" simplePos="0" relativeHeight="251662336" behindDoc="1" locked="1" layoutInCell="1" allowOverlap="1" wp14:anchorId="38FE4ECD" wp14:editId="2AFAF0FA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7200"/>
          <wp:effectExtent l="0" t="0" r="0" b="0"/>
          <wp:wrapNone/>
          <wp:docPr id="8" name="Picture 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BC2A65" w14:textId="77777777" w:rsidR="00A30F72" w:rsidRDefault="00A30F72">
      <w:r>
        <w:separator/>
      </w:r>
    </w:p>
  </w:footnote>
  <w:footnote w:type="continuationSeparator" w:id="0">
    <w:p w14:paraId="2FA444EC" w14:textId="77777777" w:rsidR="00A30F72" w:rsidRDefault="00A30F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78187" w14:textId="77777777" w:rsidR="00000000" w:rsidRPr="007025A0" w:rsidRDefault="00000000" w:rsidP="00305661">
    <w:pPr>
      <w:pStyle w:val="Header"/>
      <w:spacing w:before="1300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91AC9" w14:textId="77777777" w:rsidR="008834F1" w:rsidRDefault="008834F1">
    <w:pPr>
      <w:pStyle w:val="Header"/>
    </w:pPr>
    <w:r>
      <w:rPr>
        <w:noProof/>
        <w:szCs w:val="20"/>
      </w:rPr>
      <w:drawing>
        <wp:anchor distT="0" distB="0" distL="114300" distR="114300" simplePos="0" relativeHeight="251660288" behindDoc="1" locked="1" layoutInCell="1" allowOverlap="1" wp14:anchorId="49C01F86" wp14:editId="6A863078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772400" cy="1600200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header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60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2DF"/>
    <w:rsid w:val="002C1FA6"/>
    <w:rsid w:val="00375574"/>
    <w:rsid w:val="003E405B"/>
    <w:rsid w:val="004D2736"/>
    <w:rsid w:val="007179C8"/>
    <w:rsid w:val="00720526"/>
    <w:rsid w:val="00822646"/>
    <w:rsid w:val="008272DF"/>
    <w:rsid w:val="008834F1"/>
    <w:rsid w:val="00907528"/>
    <w:rsid w:val="00956B51"/>
    <w:rsid w:val="00A30F72"/>
    <w:rsid w:val="00C10F30"/>
    <w:rsid w:val="00EB77A3"/>
    <w:rsid w:val="00F31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2423781E"/>
  <w15:chartTrackingRefBased/>
  <w15:docId w15:val="{1EB4C11A-D60A-9745-BEE5-A680E9464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060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006022"/>
    <w:pPr>
      <w:tabs>
        <w:tab w:val="center" w:pos="4320"/>
        <w:tab w:val="right" w:pos="8640"/>
      </w:tabs>
    </w:pPr>
  </w:style>
  <w:style w:type="paragraph" w:customStyle="1" w:styleId="Footer-CampusNames">
    <w:name w:val="Footer - Campus Names"/>
    <w:basedOn w:val="Normal"/>
    <w:rsid w:val="00006022"/>
    <w:pPr>
      <w:widowControl w:val="0"/>
      <w:autoSpaceDE w:val="0"/>
      <w:autoSpaceDN w:val="0"/>
      <w:adjustRightInd w:val="0"/>
      <w:spacing w:line="178" w:lineRule="atLeast"/>
      <w:jc w:val="distribute"/>
      <w:textAlignment w:val="center"/>
    </w:pPr>
    <w:rPr>
      <w:rFonts w:ascii="MyriadPro-Light" w:hAnsi="MyriadPro-Light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004836152/Documents/Projects/25_8320%20CSUSB_Stationary%20Update%202025/source/Electronic%20Letterhead%20Final%202025/CSUSB%20Electronic%20Letterhead%202025_vFINAL_gener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CSUSB Electronic Letterhead 2025_vFINAL_generic.dotx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September 20, 2007</vt:lpstr>
    </vt:vector>
  </TitlesOfParts>
  <Company/>
  <LinksUpToDate>false</LinksUpToDate>
  <CharactersWithSpaces>0</CharactersWithSpaces>
  <SharedDoc>false</SharedDoc>
  <HLinks>
    <vt:vector size="12" baseType="variant">
      <vt:variant>
        <vt:i4>7078003</vt:i4>
      </vt:variant>
      <vt:variant>
        <vt:i4>-1</vt:i4>
      </vt:variant>
      <vt:variant>
        <vt:i4>2066</vt:i4>
      </vt:variant>
      <vt:variant>
        <vt:i4>1</vt:i4>
      </vt:variant>
      <vt:variant>
        <vt:lpwstr>header</vt:lpwstr>
      </vt:variant>
      <vt:variant>
        <vt:lpwstr/>
      </vt:variant>
      <vt:variant>
        <vt:i4>7077993</vt:i4>
      </vt:variant>
      <vt:variant>
        <vt:i4>-1</vt:i4>
      </vt:variant>
      <vt:variant>
        <vt:i4>2065</vt:i4>
      </vt:variant>
      <vt:variant>
        <vt:i4>1</vt:i4>
      </vt:variant>
      <vt:variant>
        <vt:lpwstr>Footer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September 20, 2007</dc:title>
  <dc:subject/>
  <dc:creator>Andrew Smith</dc:creator>
  <cp:keywords/>
  <cp:lastModifiedBy>Andrew Smith</cp:lastModifiedBy>
  <cp:revision>1</cp:revision>
  <cp:lastPrinted>2007-10-31T23:54:00Z</cp:lastPrinted>
  <dcterms:created xsi:type="dcterms:W3CDTF">2025-11-06T22:45:00Z</dcterms:created>
  <dcterms:modified xsi:type="dcterms:W3CDTF">2025-11-06T22:45:00Z</dcterms:modified>
</cp:coreProperties>
</file>